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ompany and recipient info, invoice #, date and project information"/>
      </w:tblPr>
      <w:tblGrid>
        <w:gridCol w:w="6121"/>
        <w:gridCol w:w="4679"/>
      </w:tblGrid>
      <w:tr w:rsidR="00F105BA">
        <w:trPr>
          <w:trHeight w:val="1151"/>
        </w:trPr>
        <w:tc>
          <w:tcPr>
            <w:tcW w:w="6115" w:type="dxa"/>
          </w:tcPr>
          <w:sdt>
            <w:sdtPr>
              <w:alias w:val="Company"/>
              <w:tag w:val=""/>
              <w:id w:val="-903908810"/>
              <w:placeholder>
                <w:docPart w:val="63D32D5423C141DBA7E815E7CE59B5EE"/>
              </w:placeholder>
              <w:dataBinding w:prefixMappings="xmlns:ns0='http://schemas.openxmlformats.org/officeDocument/2006/extended-properties' " w:xpath="/ns0:Properties[1]/ns0:Company[1]" w:storeItemID="{6668398D-A668-4E3E-A5EB-62B293D839F1}"/>
              <w:text w:multiLine="1"/>
            </w:sdtPr>
            <w:sdtEndPr/>
            <w:sdtContent>
              <w:p w:rsidR="00F105BA" w:rsidRDefault="00A4323D">
                <w:pPr>
                  <w:pStyle w:val="Heading2"/>
                </w:pPr>
                <w:r>
                  <w:t>Those Software Guys</w:t>
                </w:r>
              </w:p>
            </w:sdtContent>
          </w:sdt>
          <w:sdt>
            <w:sdtPr>
              <w:rPr>
                <w:rStyle w:val="SubtleEmphasis"/>
              </w:rPr>
              <w:id w:val="-1707395788"/>
              <w:placeholder>
                <w:docPart w:val="C4D881E349D54D2B92334D3F16C099FF"/>
              </w:placeholder>
              <w:temporary/>
              <w:showingPlcHdr/>
              <w15:appearance w15:val="hidden"/>
            </w:sdtPr>
            <w:sdtEndPr>
              <w:rPr>
                <w:rStyle w:val="SubtleEmphasis"/>
              </w:rPr>
            </w:sdtEndPr>
            <w:sdtContent>
              <w:p w:rsidR="00F105BA" w:rsidRDefault="003A3C31">
                <w:pPr>
                  <w:pStyle w:val="NoSpacing"/>
                  <w:rPr>
                    <w:rStyle w:val="SubtleEmphasis"/>
                  </w:rPr>
                </w:pPr>
                <w:r>
                  <w:rPr>
                    <w:rStyle w:val="SubtleEmphasis"/>
                  </w:rPr>
                  <w:t>[Company slogan]</w:t>
                </w:r>
              </w:p>
            </w:sdtContent>
          </w:sdt>
        </w:tc>
        <w:tc>
          <w:tcPr>
            <w:tcW w:w="4675" w:type="dxa"/>
          </w:tcPr>
          <w:p w:rsidR="00F105BA" w:rsidRDefault="003A3C31">
            <w:pPr>
              <w:pStyle w:val="Heading1"/>
            </w:pPr>
            <w:r>
              <w:t>invoice</w:t>
            </w:r>
          </w:p>
        </w:tc>
      </w:tr>
      <w:tr w:rsidR="00F105BA">
        <w:trPr>
          <w:trHeight w:val="1349"/>
        </w:trPr>
        <w:tc>
          <w:tcPr>
            <w:tcW w:w="6115" w:type="dxa"/>
          </w:tcPr>
          <w:sdt>
            <w:sdtPr>
              <w:id w:val="-1705402785"/>
              <w:placeholder>
                <w:docPart w:val="E90EDC39F91D4B9D92A489C561201607"/>
              </w:placeholder>
              <w:temporary/>
              <w:showingPlcHdr/>
              <w15:appearance w15:val="hidden"/>
            </w:sdtPr>
            <w:sdtEndPr/>
            <w:sdtContent>
              <w:p w:rsidR="00F105BA" w:rsidRDefault="003A3C31">
                <w:pPr>
                  <w:pStyle w:val="NoSpacing"/>
                </w:pPr>
                <w:r>
                  <w:t>[Street Address]</w:t>
                </w:r>
              </w:p>
            </w:sdtContent>
          </w:sdt>
          <w:sdt>
            <w:sdtPr>
              <w:id w:val="-176193535"/>
              <w:placeholder>
                <w:docPart w:val="76EDAE90E45F455BB99F90AB1A867641"/>
              </w:placeholder>
              <w:temporary/>
              <w:showingPlcHdr/>
              <w15:appearance w15:val="hidden"/>
            </w:sdtPr>
            <w:sdtEndPr/>
            <w:sdtContent>
              <w:p w:rsidR="00F105BA" w:rsidRDefault="003A3C31">
                <w:pPr>
                  <w:pStyle w:val="NoSpacing"/>
                </w:pPr>
                <w:r>
                  <w:t>[City, ST  ZIP Code]</w:t>
                </w:r>
              </w:p>
            </w:sdtContent>
          </w:sdt>
          <w:p w:rsidR="00F105BA" w:rsidRDefault="003A3C31">
            <w:pPr>
              <w:pStyle w:val="NoSpacing"/>
            </w:pPr>
            <w:r>
              <w:t xml:space="preserve">Phone </w:t>
            </w:r>
            <w:sdt>
              <w:sdtPr>
                <w:id w:val="81185658"/>
                <w:placeholder>
                  <w:docPart w:val="0BF20B84D33C43588D89A38B4EB36AEC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[Phone]</w:t>
                </w:r>
              </w:sdtContent>
            </w:sdt>
            <w:r>
              <w:t xml:space="preserve"> | Fax </w:t>
            </w:r>
            <w:sdt>
              <w:sdtPr>
                <w:id w:val="1906182944"/>
                <w:placeholder>
                  <w:docPart w:val="8276C7B1F0FA411795DE15D5873DAFC8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[Fax]</w:t>
                </w:r>
              </w:sdtContent>
            </w:sdt>
          </w:p>
          <w:p w:rsidR="00F105BA" w:rsidRDefault="00673F11">
            <w:pPr>
              <w:pStyle w:val="NoSpacing"/>
            </w:pPr>
            <w:sdt>
              <w:sdtPr>
                <w:id w:val="628825344"/>
                <w:placeholder>
                  <w:docPart w:val="CCAE214C611949AA8666B4B4CF36BD0D"/>
                </w:placeholder>
                <w:temporary/>
                <w:showingPlcHdr/>
                <w15:appearance w15:val="hidden"/>
              </w:sdtPr>
              <w:sdtEndPr/>
              <w:sdtContent>
                <w:r w:rsidR="003A3C31">
                  <w:t>[Email]</w:t>
                </w:r>
              </w:sdtContent>
            </w:sdt>
            <w:r w:rsidR="003A3C31">
              <w:t xml:space="preserve"> | </w:t>
            </w:r>
            <w:sdt>
              <w:sdtPr>
                <w:id w:val="-1908371187"/>
                <w:placeholder>
                  <w:docPart w:val="680138B52F6B4AB797C4F2F11A627765"/>
                </w:placeholder>
                <w:temporary/>
                <w:showingPlcHdr/>
                <w15:appearance w15:val="hidden"/>
              </w:sdtPr>
              <w:sdtEndPr/>
              <w:sdtContent>
                <w:r w:rsidR="003A3C31">
                  <w:t>[Website]</w:t>
                </w:r>
              </w:sdtContent>
            </w:sdt>
          </w:p>
        </w:tc>
        <w:tc>
          <w:tcPr>
            <w:tcW w:w="4675" w:type="dxa"/>
          </w:tcPr>
          <w:p w:rsidR="00F105BA" w:rsidRDefault="009B6137">
            <w:pPr>
              <w:pStyle w:val="Rightalign"/>
            </w:pPr>
            <w:r>
              <w:rPr>
                <w:rStyle w:val="Heading3Char"/>
              </w:rPr>
              <w:t>REQUEST</w:t>
            </w:r>
            <w:r w:rsidR="003A3C31">
              <w:rPr>
                <w:rStyle w:val="Heading3Char"/>
              </w:rPr>
              <w:t xml:space="preserve"> #</w:t>
            </w:r>
            <w:r w:rsidR="003A3C31">
              <w:t xml:space="preserve"> </w:t>
            </w:r>
            <w:r>
              <w:t>REQUEST NO.</w:t>
            </w:r>
          </w:p>
          <w:p w:rsidR="00F105BA" w:rsidRDefault="003A3C31">
            <w:pPr>
              <w:pStyle w:val="Rightalign"/>
            </w:pPr>
            <w:r>
              <w:rPr>
                <w:rStyle w:val="Heading3Char"/>
              </w:rPr>
              <w:t>DATE</w:t>
            </w:r>
            <w:r>
              <w:t xml:space="preserve"> </w:t>
            </w:r>
            <w:sdt>
              <w:sdtPr>
                <w:id w:val="-1980452701"/>
                <w:placeholder>
                  <w:docPart w:val="D1898C5C9CC64890995C94A404DB19B0"/>
                </w:placeholder>
                <w:showingPlcHdr/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>
                  <w:t>[Date]</w:t>
                </w:r>
              </w:sdtContent>
            </w:sdt>
          </w:p>
        </w:tc>
      </w:tr>
      <w:tr w:rsidR="00F105BA">
        <w:trPr>
          <w:trHeight w:val="1871"/>
        </w:trPr>
        <w:tc>
          <w:tcPr>
            <w:tcW w:w="6115" w:type="dxa"/>
          </w:tcPr>
          <w:p w:rsidR="00F105BA" w:rsidRDefault="003A3C31">
            <w:pPr>
              <w:pStyle w:val="Heading3"/>
            </w:pPr>
            <w:r>
              <w:t>TO</w:t>
            </w:r>
          </w:p>
          <w:p w:rsidR="00F105BA" w:rsidRDefault="00673F11">
            <w:pPr>
              <w:pStyle w:val="NoSpacing"/>
            </w:pPr>
            <w:sdt>
              <w:sdtPr>
                <w:id w:val="830646394"/>
                <w:placeholder>
                  <w:docPart w:val="D91F485895A546BCB52CEFA5A2365B97"/>
                </w:placeholder>
                <w:temporary/>
                <w:showingPlcHdr/>
                <w15:appearance w15:val="hidden"/>
              </w:sdtPr>
              <w:sdtEndPr/>
              <w:sdtContent>
                <w:r w:rsidR="003A3C31">
                  <w:t>[Name]</w:t>
                </w:r>
              </w:sdtContent>
            </w:sdt>
          </w:p>
          <w:sdt>
            <w:sdtPr>
              <w:id w:val="-1348098853"/>
              <w:placeholder>
                <w:docPart w:val="63D32D5423C141DBA7E815E7CE59B5EE"/>
              </w:placeholder>
              <w:temporary/>
              <w:showingPlcHdr/>
              <w15:appearance w15:val="hidden"/>
            </w:sdtPr>
            <w:sdtEndPr/>
            <w:sdtContent>
              <w:p w:rsidR="00F105BA" w:rsidRDefault="003A3C31">
                <w:pPr>
                  <w:pStyle w:val="NoSpacing"/>
                </w:pPr>
                <w:r>
                  <w:t>[Company Name]</w:t>
                </w:r>
              </w:p>
            </w:sdtContent>
          </w:sdt>
          <w:sdt>
            <w:sdtPr>
              <w:id w:val="-701479122"/>
              <w:placeholder>
                <w:docPart w:val="E90EDC39F91D4B9D92A489C561201607"/>
              </w:placeholder>
              <w:temporary/>
              <w:showingPlcHdr/>
              <w15:appearance w15:val="hidden"/>
            </w:sdtPr>
            <w:sdtEndPr/>
            <w:sdtContent>
              <w:p w:rsidR="00F105BA" w:rsidRDefault="003A3C31">
                <w:pPr>
                  <w:pStyle w:val="NoSpacing"/>
                </w:pPr>
                <w:r>
                  <w:t>[Street Address]</w:t>
                </w:r>
              </w:p>
            </w:sdtContent>
          </w:sdt>
          <w:sdt>
            <w:sdtPr>
              <w:id w:val="123358948"/>
              <w:placeholder>
                <w:docPart w:val="76EDAE90E45F455BB99F90AB1A867641"/>
              </w:placeholder>
              <w:temporary/>
              <w:showingPlcHdr/>
              <w15:appearance w15:val="hidden"/>
            </w:sdtPr>
            <w:sdtEndPr/>
            <w:sdtContent>
              <w:p w:rsidR="00F105BA" w:rsidRDefault="003A3C31">
                <w:pPr>
                  <w:pStyle w:val="NoSpacing"/>
                </w:pPr>
                <w:r>
                  <w:t>[City, ST  ZIP Code]</w:t>
                </w:r>
              </w:p>
            </w:sdtContent>
          </w:sdt>
          <w:p w:rsidR="00F105BA" w:rsidRDefault="003A3C31">
            <w:pPr>
              <w:pStyle w:val="NoSpacing"/>
            </w:pPr>
            <w:r>
              <w:t xml:space="preserve">Phone </w:t>
            </w:r>
            <w:sdt>
              <w:sdtPr>
                <w:id w:val="-543283377"/>
                <w:placeholder>
                  <w:docPart w:val="0BF20B84D33C43588D89A38B4EB36AEC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[Phone]</w:t>
                </w:r>
              </w:sdtContent>
            </w:sdt>
            <w:r>
              <w:t xml:space="preserve"> | </w:t>
            </w:r>
            <w:sdt>
              <w:sdtPr>
                <w:id w:val="1478495789"/>
                <w:placeholder>
                  <w:docPart w:val="CCAE214C611949AA8666B4B4CF36BD0D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[Email]</w:t>
                </w:r>
              </w:sdtContent>
            </w:sdt>
          </w:p>
        </w:tc>
        <w:tc>
          <w:tcPr>
            <w:tcW w:w="4675" w:type="dxa"/>
          </w:tcPr>
          <w:p w:rsidR="00F105BA" w:rsidRDefault="003A3C31">
            <w:pPr>
              <w:pStyle w:val="Rightalign"/>
            </w:pPr>
            <w:r>
              <w:rPr>
                <w:rStyle w:val="Heading3Char"/>
              </w:rPr>
              <w:t>FOR</w:t>
            </w:r>
            <w:r>
              <w:t xml:space="preserve"> </w:t>
            </w:r>
            <w:sdt>
              <w:sdtPr>
                <w:id w:val="2090110143"/>
                <w:placeholder>
                  <w:docPart w:val="E57A1061B3484497A2CD98EAE406453D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[Project or service description]</w:t>
                </w:r>
              </w:sdtContent>
            </w:sdt>
          </w:p>
          <w:p w:rsidR="00F105BA" w:rsidRDefault="003A3C31">
            <w:pPr>
              <w:pStyle w:val="Rightalign"/>
            </w:pPr>
            <w:r>
              <w:rPr>
                <w:rStyle w:val="Heading3Char"/>
              </w:rPr>
              <w:t>P.O. #</w:t>
            </w:r>
            <w:r>
              <w:t xml:space="preserve"> </w:t>
            </w:r>
            <w:sdt>
              <w:sdtPr>
                <w:id w:val="-816725934"/>
                <w:placeholder>
                  <w:docPart w:val="27A8BF3958D049D0B5C8392CE486D955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[P.O. #]</w:t>
                </w:r>
              </w:sdtContent>
            </w:sdt>
          </w:p>
        </w:tc>
      </w:tr>
    </w:tbl>
    <w:p w:rsidR="00F105BA" w:rsidRDefault="00F105BA">
      <w:pPr>
        <w:pStyle w:val="NoSpacing"/>
      </w:pPr>
    </w:p>
    <w:tbl>
      <w:tblPr>
        <w:tblStyle w:val="GridTable1Light-Accent1"/>
        <w:tblW w:w="0" w:type="auto"/>
        <w:tblLook w:val="04E0" w:firstRow="1" w:lastRow="1" w:firstColumn="1" w:lastColumn="0" w:noHBand="0" w:noVBand="1"/>
      </w:tblPr>
      <w:tblGrid>
        <w:gridCol w:w="8545"/>
        <w:gridCol w:w="2245"/>
      </w:tblGrid>
      <w:tr w:rsidR="00F105BA" w:rsidTr="00F105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3A3C31">
            <w:pPr>
              <w:spacing w:line="276" w:lineRule="auto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Description</w:t>
            </w:r>
          </w:p>
        </w:tc>
        <w:tc>
          <w:tcPr>
            <w:tcW w:w="2245" w:type="dxa"/>
          </w:tcPr>
          <w:p w:rsidR="00F105BA" w:rsidRDefault="003A3C31">
            <w:pPr>
              <w:spacing w:line="276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Amount</w:t>
            </w: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CB371C">
            <w:pPr>
              <w:spacing w:line="276" w:lineRule="auto"/>
              <w:rPr>
                <w:b w:val="0"/>
              </w:rPr>
            </w:pPr>
            <w:r>
              <w:rPr>
                <w:b w:val="0"/>
              </w:rPr>
              <w:t>XXXXX</w:t>
            </w:r>
          </w:p>
        </w:tc>
        <w:tc>
          <w:tcPr>
            <w:tcW w:w="2245" w:type="dxa"/>
          </w:tcPr>
          <w:p w:rsidR="00F105BA" w:rsidRDefault="00CB371C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XX</w:t>
            </w: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CB371C">
            <w:pPr>
              <w:spacing w:line="276" w:lineRule="auto"/>
              <w:rPr>
                <w:b w:val="0"/>
              </w:rPr>
            </w:pPr>
            <w:r>
              <w:rPr>
                <w:b w:val="0"/>
              </w:rPr>
              <w:t>XXXXX</w:t>
            </w:r>
          </w:p>
        </w:tc>
        <w:tc>
          <w:tcPr>
            <w:tcW w:w="2245" w:type="dxa"/>
          </w:tcPr>
          <w:p w:rsidR="00F105BA" w:rsidRDefault="00CB371C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XX</w:t>
            </w: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  <w:bookmarkStart w:id="0" w:name="_GoBack"/>
            <w:bookmarkEnd w:id="0"/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3A3C31">
            <w:pPr>
              <w:spacing w:line="276" w:lineRule="auto"/>
            </w:pPr>
            <w:r>
              <w:rPr>
                <w:color w:val="2E74B5" w:themeColor="accent1" w:themeShade="BF"/>
              </w:rPr>
              <w:t>Total</w:t>
            </w:r>
          </w:p>
        </w:tc>
        <w:tc>
          <w:tcPr>
            <w:tcW w:w="2245" w:type="dxa"/>
          </w:tcPr>
          <w:p w:rsidR="00F105BA" w:rsidRDefault="00CB371C">
            <w:pPr>
              <w:pStyle w:val="Amoun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XXX</w:t>
            </w:r>
          </w:p>
        </w:tc>
      </w:tr>
    </w:tbl>
    <w:p w:rsidR="00F105BA" w:rsidRDefault="003A3C31">
      <w:pPr>
        <w:pStyle w:val="Closing"/>
      </w:pPr>
      <w:r>
        <w:t xml:space="preserve">Make all checks payable to </w:t>
      </w:r>
      <w:sdt>
        <w:sdtPr>
          <w:rPr>
            <w:rStyle w:val="Heading5Char"/>
            <w:rFonts w:asciiTheme="minorHAnsi" w:eastAsiaTheme="minorEastAsia" w:hAnsiTheme="minorHAnsi" w:cstheme="minorBidi"/>
            <w:color w:val="404040" w:themeColor="text1" w:themeTint="BF"/>
          </w:rPr>
          <w:alias w:val="Company"/>
          <w:tag w:val=""/>
          <w:id w:val="-1315406567"/>
          <w:placeholder>
            <w:docPart w:val="22349C0007FA4D8FAFFDB8CAB3E8B4BD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>
          <w:rPr>
            <w:rStyle w:val="Heading5Char"/>
          </w:rPr>
        </w:sdtEndPr>
        <w:sdtContent>
          <w:r w:rsidR="00A4323D">
            <w:rPr>
              <w:rStyle w:val="Heading5Char"/>
              <w:rFonts w:asciiTheme="minorHAnsi" w:eastAsiaTheme="minorEastAsia" w:hAnsiTheme="minorHAnsi" w:cstheme="minorBidi"/>
              <w:color w:val="404040" w:themeColor="text1" w:themeTint="BF"/>
              <w:lang w:val="en-AU"/>
            </w:rPr>
            <w:t>Those Software Guys</w:t>
          </w:r>
        </w:sdtContent>
      </w:sdt>
    </w:p>
    <w:p w:rsidR="00F105BA" w:rsidRDefault="003A3C31">
      <w:pPr>
        <w:pStyle w:val="Closing"/>
      </w:pPr>
      <w:r>
        <w:t>Payment is due within 30 days.</w:t>
      </w:r>
    </w:p>
    <w:p w:rsidR="00F105BA" w:rsidRDefault="003A3C31">
      <w:pPr>
        <w:pStyle w:val="Closing"/>
      </w:pPr>
      <w:r>
        <w:t xml:space="preserve">If you have any questions concerning this invoice, contact </w:t>
      </w:r>
      <w:sdt>
        <w:sdtPr>
          <w:rPr>
            <w:rStyle w:val="Heading5Char"/>
            <w:rFonts w:asciiTheme="minorHAnsi" w:eastAsiaTheme="minorEastAsia" w:hAnsiTheme="minorHAnsi" w:cstheme="minorBidi"/>
            <w:color w:val="404040" w:themeColor="text1" w:themeTint="BF"/>
          </w:rPr>
          <w:id w:val="1944266295"/>
          <w:placeholder>
            <w:docPart w:val="D89638CD08DA44178114243BDC19E114"/>
          </w:placeholder>
          <w:temporary/>
          <w:showingPlcHdr/>
          <w15:appearance w15:val="hidden"/>
        </w:sdtPr>
        <w:sdtEndPr>
          <w:rPr>
            <w:rStyle w:val="Heading5Char"/>
          </w:rPr>
        </w:sdtEndPr>
        <w:sdtContent>
          <w:r>
            <w:rPr>
              <w:rStyle w:val="Heading5Char"/>
              <w:rFonts w:asciiTheme="minorHAnsi" w:eastAsiaTheme="minorEastAsia" w:hAnsiTheme="minorHAnsi" w:cstheme="minorBidi"/>
              <w:color w:val="404040" w:themeColor="text1" w:themeTint="BF"/>
            </w:rPr>
            <w:t>[Name]</w:t>
          </w:r>
        </w:sdtContent>
      </w:sdt>
      <w:r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  <w:t xml:space="preserve"> | </w:t>
      </w:r>
      <w:sdt>
        <w:sdtPr>
          <w:rPr>
            <w:rStyle w:val="Heading5Char"/>
            <w:rFonts w:asciiTheme="minorHAnsi" w:eastAsiaTheme="minorEastAsia" w:hAnsiTheme="minorHAnsi" w:cstheme="minorBidi"/>
            <w:color w:val="404040" w:themeColor="text1" w:themeTint="BF"/>
          </w:rPr>
          <w:id w:val="-1843694107"/>
          <w:placeholder>
            <w:docPart w:val="2824F753A7974024AB7E284EB1607AC3"/>
          </w:placeholder>
          <w:temporary/>
          <w:showingPlcHdr/>
          <w15:appearance w15:val="hidden"/>
        </w:sdtPr>
        <w:sdtEndPr>
          <w:rPr>
            <w:rStyle w:val="Heading5Char"/>
          </w:rPr>
        </w:sdtEndPr>
        <w:sdtContent>
          <w:r>
            <w:rPr>
              <w:rStyle w:val="Heading5Char"/>
              <w:rFonts w:asciiTheme="minorHAnsi" w:eastAsiaTheme="minorEastAsia" w:hAnsiTheme="minorHAnsi" w:cstheme="minorBidi"/>
              <w:color w:val="404040" w:themeColor="text1" w:themeTint="BF"/>
            </w:rPr>
            <w:t>[Phone]</w:t>
          </w:r>
        </w:sdtContent>
      </w:sdt>
      <w:r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  <w:t xml:space="preserve"> | </w:t>
      </w:r>
      <w:sdt>
        <w:sdtPr>
          <w:rPr>
            <w:rStyle w:val="Heading5Char"/>
            <w:rFonts w:asciiTheme="minorHAnsi" w:eastAsiaTheme="minorEastAsia" w:hAnsiTheme="minorHAnsi" w:cstheme="minorBidi"/>
            <w:color w:val="404040" w:themeColor="text1" w:themeTint="BF"/>
          </w:rPr>
          <w:id w:val="491149979"/>
          <w:placeholder>
            <w:docPart w:val="8FB019BCCBDA472CA82ED6085CCF6DF3"/>
          </w:placeholder>
          <w:temporary/>
          <w:showingPlcHdr/>
          <w15:appearance w15:val="hidden"/>
        </w:sdtPr>
        <w:sdtEndPr>
          <w:rPr>
            <w:rStyle w:val="Heading5Char"/>
          </w:rPr>
        </w:sdtEndPr>
        <w:sdtContent>
          <w:r>
            <w:rPr>
              <w:rStyle w:val="Heading5Char"/>
              <w:rFonts w:asciiTheme="minorHAnsi" w:eastAsiaTheme="minorEastAsia" w:hAnsiTheme="minorHAnsi" w:cstheme="minorBidi"/>
              <w:color w:val="404040" w:themeColor="text1" w:themeTint="BF"/>
            </w:rPr>
            <w:t>[Email]</w:t>
          </w:r>
        </w:sdtContent>
      </w:sdt>
    </w:p>
    <w:p w:rsidR="00F105BA" w:rsidRDefault="003A3C31">
      <w:pPr>
        <w:pStyle w:val="Heading4"/>
      </w:pPr>
      <w:r>
        <w:t>Thank you for your business!</w:t>
      </w:r>
    </w:p>
    <w:sectPr w:rsidR="00F105BA">
      <w:footerReference w:type="default" r:id="rId7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F11" w:rsidRDefault="00673F11">
      <w:pPr>
        <w:spacing w:line="240" w:lineRule="auto"/>
      </w:pPr>
      <w:r>
        <w:separator/>
      </w:r>
    </w:p>
  </w:endnote>
  <w:endnote w:type="continuationSeparator" w:id="0">
    <w:p w:rsidR="00673F11" w:rsidRDefault="00673F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5BA" w:rsidRDefault="003A3C31">
    <w:pPr>
      <w:pStyle w:val="Foo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of </w:t>
    </w:r>
    <w:r w:rsidR="00673F11">
      <w:fldChar w:fldCharType="begin"/>
    </w:r>
    <w:r w:rsidR="00673F11">
      <w:instrText xml:space="preserve"> NUMPAGES  \* Arabic  \* MERGEFORMAT </w:instrText>
    </w:r>
    <w:r w:rsidR="00673F11">
      <w:fldChar w:fldCharType="separate"/>
    </w:r>
    <w:r w:rsidR="00A4323D">
      <w:rPr>
        <w:noProof/>
      </w:rPr>
      <w:t>1</w:t>
    </w:r>
    <w:r w:rsidR="00673F1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F11" w:rsidRDefault="00673F11">
      <w:pPr>
        <w:spacing w:line="240" w:lineRule="auto"/>
      </w:pPr>
      <w:r>
        <w:separator/>
      </w:r>
    </w:p>
  </w:footnote>
  <w:footnote w:type="continuationSeparator" w:id="0">
    <w:p w:rsidR="00673F11" w:rsidRDefault="00673F1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23D"/>
    <w:rsid w:val="003A3C31"/>
    <w:rsid w:val="00673F11"/>
    <w:rsid w:val="009B6137"/>
    <w:rsid w:val="00A4323D"/>
    <w:rsid w:val="00B84074"/>
    <w:rsid w:val="00CB371C"/>
    <w:rsid w:val="00F10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7F3905B-26B1-4C4B-9850-90B77C50D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40" w:after="40"/>
    </w:pPr>
    <w:rPr>
      <w:color w:val="404040" w:themeColor="text1" w:themeTint="BF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0" w:line="240" w:lineRule="auto"/>
      <w:jc w:val="right"/>
      <w:outlineLvl w:val="0"/>
    </w:pPr>
    <w:rPr>
      <w:rFonts w:asciiTheme="majorHAnsi" w:eastAsiaTheme="majorEastAsia" w:hAnsiTheme="majorHAnsi" w:cstheme="majorBidi"/>
      <w:b/>
      <w:bCs/>
      <w:caps/>
      <w:color w:val="2E74B5" w:themeColor="accent1" w:themeShade="BF"/>
      <w:spacing w:val="20"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1"/>
    <w:qFormat/>
    <w:pPr>
      <w:spacing w:before="0" w:after="120" w:line="240" w:lineRule="auto"/>
      <w:outlineLvl w:val="1"/>
    </w:pPr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qFormat/>
    <w:pPr>
      <w:spacing w:before="0" w:line="240" w:lineRule="auto"/>
      <w:outlineLvl w:val="2"/>
    </w:pPr>
    <w:rPr>
      <w:rFonts w:asciiTheme="majorHAnsi" w:eastAsiaTheme="majorEastAsia" w:hAnsiTheme="majorHAnsi" w:cstheme="majorBidi"/>
      <w:b/>
      <w:bCs/>
      <w:caps/>
      <w:color w:val="2E74B5" w:themeColor="accent1" w:themeShade="BF"/>
    </w:rPr>
  </w:style>
  <w:style w:type="paragraph" w:styleId="Heading4">
    <w:name w:val="heading 4"/>
    <w:basedOn w:val="Normal"/>
    <w:next w:val="Normal"/>
    <w:link w:val="Heading4Char"/>
    <w:uiPriority w:val="1"/>
    <w:qFormat/>
    <w:pPr>
      <w:spacing w:before="320" w:after="0"/>
      <w:jc w:val="center"/>
      <w:outlineLvl w:val="3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1"/>
    <w:qFormat/>
    <w:pPr>
      <w:keepNext/>
      <w:keepLines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  <w:spacing w:val="20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28"/>
    </w:rPr>
  </w:style>
  <w:style w:type="table" w:styleId="GridTable1Light-Accent1">
    <w:name w:val="Grid Table 1 Light Accent 1"/>
    <w:basedOn w:val="TableNormal"/>
    <w:uiPriority w:val="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bottom w:val="single" w:sz="4" w:space="0" w:color="BDD6EE" w:themeColor="accent1" w:themeTint="66"/>
        <w:insideH w:val="single" w:sz="4" w:space="0" w:color="BDD6EE" w:themeColor="accent1" w:themeTint="6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wordWrap/>
        <w:jc w:val="left"/>
      </w:pPr>
      <w:rPr>
        <w:b/>
        <w:bCs/>
        <w:color w:val="2E74B5" w:themeColor="accent1" w:themeShade="BF"/>
      </w:rPr>
      <w:tblPr/>
      <w:trPr>
        <w:tblHeader/>
      </w:trPr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SubtleEmphasis">
    <w:name w:val="Subtle Emphasis"/>
    <w:basedOn w:val="DefaultParagraphFont"/>
    <w:uiPriority w:val="1"/>
    <w:qFormat/>
    <w:rPr>
      <w:i/>
      <w:iCs/>
      <w:color w:val="404040" w:themeColor="text1" w:themeTint="BF"/>
    </w:rPr>
  </w:style>
  <w:style w:type="paragraph" w:customStyle="1" w:styleId="Amount">
    <w:name w:val="Amount"/>
    <w:basedOn w:val="Normal"/>
    <w:uiPriority w:val="1"/>
    <w:qFormat/>
    <w:pPr>
      <w:spacing w:before="0" w:line="240" w:lineRule="auto"/>
      <w:jc w:val="right"/>
    </w:pPr>
  </w:style>
  <w:style w:type="character" w:customStyle="1" w:styleId="Heading4Char">
    <w:name w:val="Heading 4 Char"/>
    <w:basedOn w:val="DefaultParagraphFont"/>
    <w:link w:val="Heading4"/>
    <w:uiPriority w:val="1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Footer">
    <w:name w:val="footer"/>
    <w:basedOn w:val="Normal"/>
    <w:link w:val="FooterChar"/>
    <w:uiPriority w:val="2"/>
    <w:pPr>
      <w:tabs>
        <w:tab w:val="center" w:pos="4680"/>
        <w:tab w:val="right" w:pos="9360"/>
      </w:tabs>
      <w:spacing w:line="240" w:lineRule="auto"/>
      <w:jc w:val="center"/>
    </w:pPr>
    <w:rPr>
      <w:color w:val="2E74B5" w:themeColor="accent1" w:themeShade="BF"/>
    </w:rPr>
  </w:style>
  <w:style w:type="character" w:customStyle="1" w:styleId="FooterChar">
    <w:name w:val="Footer Char"/>
    <w:basedOn w:val="DefaultParagraphFont"/>
    <w:link w:val="Footer"/>
    <w:uiPriority w:val="2"/>
    <w:rPr>
      <w:color w:val="2E74B5" w:themeColor="accent1" w:themeShade="BF"/>
    </w:rPr>
  </w:style>
  <w:style w:type="paragraph" w:customStyle="1" w:styleId="Rightalign">
    <w:name w:val="Right align"/>
    <w:basedOn w:val="Normal"/>
    <w:uiPriority w:val="1"/>
    <w:qFormat/>
    <w:pPr>
      <w:spacing w:before="0" w:line="240" w:lineRule="auto"/>
      <w:jc w:val="right"/>
    </w:pPr>
  </w:style>
  <w:style w:type="paragraph" w:styleId="NoSpacing">
    <w:name w:val="No Spacing"/>
    <w:uiPriority w:val="1"/>
    <w:qFormat/>
    <w:pPr>
      <w:spacing w:after="0" w:line="240" w:lineRule="auto"/>
    </w:pPr>
    <w:rPr>
      <w:color w:val="404040" w:themeColor="text1" w:themeTint="BF"/>
    </w:rPr>
  </w:style>
  <w:style w:type="paragraph" w:styleId="Closing">
    <w:name w:val="Closing"/>
    <w:basedOn w:val="Normal"/>
    <w:link w:val="ClosingChar"/>
    <w:uiPriority w:val="1"/>
    <w:unhideWhenUsed/>
    <w:qFormat/>
    <w:pPr>
      <w:spacing w:before="200"/>
      <w:contextualSpacing/>
    </w:pPr>
  </w:style>
  <w:style w:type="character" w:customStyle="1" w:styleId="ClosingChar">
    <w:name w:val="Closing Char"/>
    <w:basedOn w:val="DefaultParagraphFont"/>
    <w:link w:val="Closing"/>
    <w:uiPriority w:val="1"/>
    <w:rPr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cky\AppData\Roaming\Microsoft\Templates\Service%20invo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3D32D5423C141DBA7E815E7CE59B5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3EF6DC-D35F-405C-8ED7-23A7C30276DD}"/>
      </w:docPartPr>
      <w:docPartBody>
        <w:p w:rsidR="007670A4" w:rsidRDefault="00314756">
          <w:pPr>
            <w:pStyle w:val="63D32D5423C141DBA7E815E7CE59B5EE"/>
          </w:pPr>
          <w:r>
            <w:t>[Company Name]</w:t>
          </w:r>
        </w:p>
      </w:docPartBody>
    </w:docPart>
    <w:docPart>
      <w:docPartPr>
        <w:name w:val="C4D881E349D54D2B92334D3F16C099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C0EDCA-28B7-491D-A40B-7CB166D5B023}"/>
      </w:docPartPr>
      <w:docPartBody>
        <w:p w:rsidR="007670A4" w:rsidRDefault="00314756">
          <w:pPr>
            <w:pStyle w:val="C4D881E349D54D2B92334D3F16C099FF"/>
          </w:pPr>
          <w:r>
            <w:rPr>
              <w:rStyle w:val="SubtleEmphasis"/>
            </w:rPr>
            <w:t>[Company slogan]</w:t>
          </w:r>
        </w:p>
      </w:docPartBody>
    </w:docPart>
    <w:docPart>
      <w:docPartPr>
        <w:name w:val="E90EDC39F91D4B9D92A489C5612016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C81403-17A9-4F3F-96A2-22F92D660713}"/>
      </w:docPartPr>
      <w:docPartBody>
        <w:p w:rsidR="007670A4" w:rsidRDefault="00314756">
          <w:pPr>
            <w:pStyle w:val="E90EDC39F91D4B9D92A489C561201607"/>
          </w:pPr>
          <w:r>
            <w:t>[Street Address]</w:t>
          </w:r>
        </w:p>
      </w:docPartBody>
    </w:docPart>
    <w:docPart>
      <w:docPartPr>
        <w:name w:val="76EDAE90E45F455BB99F90AB1A8676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45FE97-F04E-4D3B-897C-B62EA48C78B6}"/>
      </w:docPartPr>
      <w:docPartBody>
        <w:p w:rsidR="007670A4" w:rsidRDefault="00314756">
          <w:pPr>
            <w:pStyle w:val="76EDAE90E45F455BB99F90AB1A867641"/>
          </w:pPr>
          <w:r>
            <w:t>[City, ST  ZIP Code]</w:t>
          </w:r>
        </w:p>
      </w:docPartBody>
    </w:docPart>
    <w:docPart>
      <w:docPartPr>
        <w:name w:val="0BF20B84D33C43588D89A38B4EB36A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DF0FA4-E6DA-4005-B296-FE07DCD26E96}"/>
      </w:docPartPr>
      <w:docPartBody>
        <w:p w:rsidR="007670A4" w:rsidRDefault="00314756">
          <w:pPr>
            <w:pStyle w:val="0BF20B84D33C43588D89A38B4EB36AEC"/>
          </w:pPr>
          <w:r>
            <w:t>[Phone]</w:t>
          </w:r>
        </w:p>
      </w:docPartBody>
    </w:docPart>
    <w:docPart>
      <w:docPartPr>
        <w:name w:val="8276C7B1F0FA411795DE15D5873DAF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0E3A78-BADF-406E-A384-39686D3D464E}"/>
      </w:docPartPr>
      <w:docPartBody>
        <w:p w:rsidR="007670A4" w:rsidRDefault="00314756">
          <w:pPr>
            <w:pStyle w:val="8276C7B1F0FA411795DE15D5873DAFC8"/>
          </w:pPr>
          <w:r>
            <w:t>[Fax]</w:t>
          </w:r>
        </w:p>
      </w:docPartBody>
    </w:docPart>
    <w:docPart>
      <w:docPartPr>
        <w:name w:val="CCAE214C611949AA8666B4B4CF36BD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4B2BAE-DB95-4568-8EF5-6D40A0C7AA89}"/>
      </w:docPartPr>
      <w:docPartBody>
        <w:p w:rsidR="007670A4" w:rsidRDefault="00314756">
          <w:pPr>
            <w:pStyle w:val="CCAE214C611949AA8666B4B4CF36BD0D"/>
          </w:pPr>
          <w:r>
            <w:t>[Email]</w:t>
          </w:r>
        </w:p>
      </w:docPartBody>
    </w:docPart>
    <w:docPart>
      <w:docPartPr>
        <w:name w:val="680138B52F6B4AB797C4F2F11A6277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4FC7DF-06A7-4906-B63B-3056F7191F1B}"/>
      </w:docPartPr>
      <w:docPartBody>
        <w:p w:rsidR="007670A4" w:rsidRDefault="00314756">
          <w:pPr>
            <w:pStyle w:val="680138B52F6B4AB797C4F2F11A627765"/>
          </w:pPr>
          <w:r>
            <w:t>[Website]</w:t>
          </w:r>
        </w:p>
      </w:docPartBody>
    </w:docPart>
    <w:docPart>
      <w:docPartPr>
        <w:name w:val="D1898C5C9CC64890995C94A404DB19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A6A7DA-4FE2-4EC7-A712-67809572E9F9}"/>
      </w:docPartPr>
      <w:docPartBody>
        <w:p w:rsidR="007670A4" w:rsidRDefault="00314756">
          <w:pPr>
            <w:pStyle w:val="D1898C5C9CC64890995C94A404DB19B0"/>
          </w:pPr>
          <w:r>
            <w:t>[Date]</w:t>
          </w:r>
        </w:p>
      </w:docPartBody>
    </w:docPart>
    <w:docPart>
      <w:docPartPr>
        <w:name w:val="D91F485895A546BCB52CEFA5A2365B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AAC393-3363-4CD6-9734-4A4D305B7831}"/>
      </w:docPartPr>
      <w:docPartBody>
        <w:p w:rsidR="007670A4" w:rsidRDefault="00314756">
          <w:pPr>
            <w:pStyle w:val="D91F485895A546BCB52CEFA5A2365B97"/>
          </w:pPr>
          <w:r>
            <w:t>[Name]</w:t>
          </w:r>
        </w:p>
      </w:docPartBody>
    </w:docPart>
    <w:docPart>
      <w:docPartPr>
        <w:name w:val="E57A1061B3484497A2CD98EAE40645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FB2D83-AA5D-411B-9A1E-3BDCA4561451}"/>
      </w:docPartPr>
      <w:docPartBody>
        <w:p w:rsidR="007670A4" w:rsidRDefault="00314756">
          <w:pPr>
            <w:pStyle w:val="E57A1061B3484497A2CD98EAE406453D"/>
          </w:pPr>
          <w:r>
            <w:t>[Project or service description]</w:t>
          </w:r>
        </w:p>
      </w:docPartBody>
    </w:docPart>
    <w:docPart>
      <w:docPartPr>
        <w:name w:val="27A8BF3958D049D0B5C8392CE486D9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7FC1C1-B02F-46F2-921A-C184396C6D00}"/>
      </w:docPartPr>
      <w:docPartBody>
        <w:p w:rsidR="007670A4" w:rsidRDefault="00314756">
          <w:pPr>
            <w:pStyle w:val="27A8BF3958D049D0B5C8392CE486D955"/>
          </w:pPr>
          <w:r>
            <w:t>[P.O. #]</w:t>
          </w:r>
        </w:p>
      </w:docPartBody>
    </w:docPart>
    <w:docPart>
      <w:docPartPr>
        <w:name w:val="22349C0007FA4D8FAFFDB8CAB3E8B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8C8DEC-A383-40C7-B74E-987B95221348}"/>
      </w:docPartPr>
      <w:docPartBody>
        <w:p w:rsidR="007670A4" w:rsidRDefault="00314756">
          <w:pPr>
            <w:pStyle w:val="22349C0007FA4D8FAFFDB8CAB3E8B4BD"/>
          </w:pPr>
          <w:r>
            <w:rPr>
              <w:rStyle w:val="Heading5Char"/>
            </w:rPr>
            <w:t>[Company Name]</w:t>
          </w:r>
        </w:p>
      </w:docPartBody>
    </w:docPart>
    <w:docPart>
      <w:docPartPr>
        <w:name w:val="D89638CD08DA44178114243BDC19E1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2B2DDE-0089-47EA-BEFA-DE611B38125D}"/>
      </w:docPartPr>
      <w:docPartBody>
        <w:p w:rsidR="007670A4" w:rsidRDefault="00314756">
          <w:pPr>
            <w:pStyle w:val="D89638CD08DA44178114243BDC19E114"/>
          </w:pPr>
          <w:r>
            <w:rPr>
              <w:rStyle w:val="Heading5Char"/>
            </w:rPr>
            <w:t>[Name]</w:t>
          </w:r>
        </w:p>
      </w:docPartBody>
    </w:docPart>
    <w:docPart>
      <w:docPartPr>
        <w:name w:val="2824F753A7974024AB7E284EB1607A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96A9C1-54A3-41F3-80F5-83529C6817ED}"/>
      </w:docPartPr>
      <w:docPartBody>
        <w:p w:rsidR="007670A4" w:rsidRDefault="00314756">
          <w:pPr>
            <w:pStyle w:val="2824F753A7974024AB7E284EB1607AC3"/>
          </w:pPr>
          <w:r>
            <w:rPr>
              <w:rStyle w:val="Heading5Char"/>
            </w:rPr>
            <w:t>[Phone]</w:t>
          </w:r>
        </w:p>
      </w:docPartBody>
    </w:docPart>
    <w:docPart>
      <w:docPartPr>
        <w:name w:val="8FB019BCCBDA472CA82ED6085CCF6D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0F6106-9A44-4E39-94EA-2BDDADADFD93}"/>
      </w:docPartPr>
      <w:docPartBody>
        <w:p w:rsidR="007670A4" w:rsidRDefault="00314756">
          <w:pPr>
            <w:pStyle w:val="8FB019BCCBDA472CA82ED6085CCF6DF3"/>
          </w:pPr>
          <w:r>
            <w:rPr>
              <w:rStyle w:val="Heading5Char"/>
            </w:rPr>
            <w:t>[Email]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756"/>
    <w:rsid w:val="002E71AF"/>
    <w:rsid w:val="00314756"/>
    <w:rsid w:val="007670A4"/>
    <w:rsid w:val="00EA3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iPriority w:val="1"/>
    <w:qFormat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3D32D5423C141DBA7E815E7CE59B5EE">
    <w:name w:val="63D32D5423C141DBA7E815E7CE59B5EE"/>
  </w:style>
  <w:style w:type="character" w:styleId="SubtleEmphasis">
    <w:name w:val="Subtle Emphasis"/>
    <w:basedOn w:val="DefaultParagraphFont"/>
    <w:uiPriority w:val="1"/>
    <w:qFormat/>
    <w:rPr>
      <w:i/>
      <w:iCs/>
      <w:color w:val="404040" w:themeColor="text1" w:themeTint="BF"/>
    </w:rPr>
  </w:style>
  <w:style w:type="paragraph" w:customStyle="1" w:styleId="C4D881E349D54D2B92334D3F16C099FF">
    <w:name w:val="C4D881E349D54D2B92334D3F16C099FF"/>
  </w:style>
  <w:style w:type="paragraph" w:customStyle="1" w:styleId="E90EDC39F91D4B9D92A489C561201607">
    <w:name w:val="E90EDC39F91D4B9D92A489C561201607"/>
  </w:style>
  <w:style w:type="paragraph" w:customStyle="1" w:styleId="76EDAE90E45F455BB99F90AB1A867641">
    <w:name w:val="76EDAE90E45F455BB99F90AB1A867641"/>
  </w:style>
  <w:style w:type="paragraph" w:customStyle="1" w:styleId="0BF20B84D33C43588D89A38B4EB36AEC">
    <w:name w:val="0BF20B84D33C43588D89A38B4EB36AEC"/>
  </w:style>
  <w:style w:type="paragraph" w:customStyle="1" w:styleId="8276C7B1F0FA411795DE15D5873DAFC8">
    <w:name w:val="8276C7B1F0FA411795DE15D5873DAFC8"/>
  </w:style>
  <w:style w:type="paragraph" w:customStyle="1" w:styleId="CCAE214C611949AA8666B4B4CF36BD0D">
    <w:name w:val="CCAE214C611949AA8666B4B4CF36BD0D"/>
  </w:style>
  <w:style w:type="paragraph" w:customStyle="1" w:styleId="680138B52F6B4AB797C4F2F11A627765">
    <w:name w:val="680138B52F6B4AB797C4F2F11A627765"/>
  </w:style>
  <w:style w:type="paragraph" w:customStyle="1" w:styleId="39D3FC641EF04E4BB027E345E537B9C4">
    <w:name w:val="39D3FC641EF04E4BB027E345E537B9C4"/>
  </w:style>
  <w:style w:type="paragraph" w:customStyle="1" w:styleId="D1898C5C9CC64890995C94A404DB19B0">
    <w:name w:val="D1898C5C9CC64890995C94A404DB19B0"/>
  </w:style>
  <w:style w:type="paragraph" w:customStyle="1" w:styleId="D91F485895A546BCB52CEFA5A2365B97">
    <w:name w:val="D91F485895A546BCB52CEFA5A2365B97"/>
  </w:style>
  <w:style w:type="paragraph" w:customStyle="1" w:styleId="E57A1061B3484497A2CD98EAE406453D">
    <w:name w:val="E57A1061B3484497A2CD98EAE406453D"/>
  </w:style>
  <w:style w:type="paragraph" w:customStyle="1" w:styleId="27A8BF3958D049D0B5C8392CE486D955">
    <w:name w:val="27A8BF3958D049D0B5C8392CE486D955"/>
  </w:style>
  <w:style w:type="character" w:customStyle="1" w:styleId="Heading5Char">
    <w:name w:val="Heading 5 Char"/>
    <w:basedOn w:val="DefaultParagraphFont"/>
    <w:link w:val="Heading5"/>
    <w:uiPriority w:val="1"/>
    <w:rPr>
      <w:rFonts w:asciiTheme="majorHAnsi" w:eastAsiaTheme="majorEastAsia" w:hAnsiTheme="majorHAnsi" w:cstheme="majorBidi"/>
      <w:color w:val="2E74B5" w:themeColor="accent1" w:themeShade="BF"/>
      <w:lang w:val="en-US" w:eastAsia="en-US"/>
    </w:rPr>
  </w:style>
  <w:style w:type="paragraph" w:customStyle="1" w:styleId="22349C0007FA4D8FAFFDB8CAB3E8B4BD">
    <w:name w:val="22349C0007FA4D8FAFFDB8CAB3E8B4BD"/>
  </w:style>
  <w:style w:type="paragraph" w:customStyle="1" w:styleId="D89638CD08DA44178114243BDC19E114">
    <w:name w:val="D89638CD08DA44178114243BDC19E114"/>
  </w:style>
  <w:style w:type="paragraph" w:customStyle="1" w:styleId="2824F753A7974024AB7E284EB1607AC3">
    <w:name w:val="2824F753A7974024AB7E284EB1607AC3"/>
  </w:style>
  <w:style w:type="paragraph" w:customStyle="1" w:styleId="8FB019BCCBDA472CA82ED6085CCF6DF3">
    <w:name w:val="8FB019BCCBDA472CA82ED6085CCF6D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Service invoice with total only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F4863B1-4A7A-402C-BE05-6F8C5567C6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Service invoice</Template>
  <TotalTime>6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Those Software Guys</Company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Jacky</dc:creator>
  <cp:keywords/>
  <cp:lastModifiedBy>11691971</cp:lastModifiedBy>
  <cp:revision>6</cp:revision>
  <dcterms:created xsi:type="dcterms:W3CDTF">2014-03-14T06:18:00Z</dcterms:created>
  <dcterms:modified xsi:type="dcterms:W3CDTF">2014-03-17T05:49:00Z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TC039875679991</vt:lpwstr>
  </property>
</Properties>
</file>